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07F58" w14:textId="77777777" w:rsidR="007D5C22" w:rsidRDefault="007D5C22" w:rsidP="00D20149">
      <w:pPr>
        <w:jc w:val="center"/>
        <w:rPr>
          <w:b/>
          <w:bCs/>
          <w:sz w:val="48"/>
          <w:szCs w:val="48"/>
        </w:rPr>
      </w:pPr>
    </w:p>
    <w:p w14:paraId="6A9219EC" w14:textId="77777777" w:rsidR="007D5C22" w:rsidRPr="00950B62" w:rsidRDefault="007D5C22" w:rsidP="00D20149">
      <w:pPr>
        <w:jc w:val="center"/>
        <w:rPr>
          <w:b/>
          <w:bCs/>
          <w:sz w:val="48"/>
          <w:szCs w:val="48"/>
          <w:lang w:val="en-US"/>
        </w:rPr>
      </w:pPr>
    </w:p>
    <w:p w14:paraId="01F97377" w14:textId="77777777" w:rsidR="00D20149" w:rsidRPr="00950B62" w:rsidRDefault="00923FE4" w:rsidP="00D20149">
      <w:pPr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 xml:space="preserve">Project </w:t>
      </w:r>
      <w:r w:rsidR="00B510DA" w:rsidRPr="00950B62">
        <w:rPr>
          <w:b/>
          <w:bCs/>
          <w:sz w:val="48"/>
          <w:szCs w:val="48"/>
          <w:lang w:val="en-US"/>
        </w:rPr>
        <w:t>Documentation</w:t>
      </w:r>
    </w:p>
    <w:p w14:paraId="59CF51F4" w14:textId="77777777" w:rsidR="00D20149" w:rsidRDefault="00D20149" w:rsidP="00D20149">
      <w:pPr>
        <w:jc w:val="center"/>
        <w:rPr>
          <w:b/>
          <w:bCs/>
          <w:sz w:val="36"/>
          <w:szCs w:val="36"/>
          <w:lang w:val="en-US"/>
        </w:rPr>
      </w:pPr>
    </w:p>
    <w:p w14:paraId="0187E08D" w14:textId="77777777" w:rsidR="007272BD" w:rsidRDefault="007272BD" w:rsidP="00D20149">
      <w:pPr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  <w:lang w:val="en-US"/>
        </w:rPr>
        <w:drawing>
          <wp:inline distT="0" distB="0" distL="0" distR="0" wp14:anchorId="05631EBB" wp14:editId="469E8D0D">
            <wp:extent cx="1794136" cy="32897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bi psu 64 logo bi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136" cy="32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E42B6" w14:textId="77777777" w:rsidR="007272BD" w:rsidRPr="00950B62" w:rsidRDefault="007272BD" w:rsidP="00D20149">
      <w:pPr>
        <w:jc w:val="center"/>
        <w:rPr>
          <w:b/>
          <w:bCs/>
          <w:sz w:val="36"/>
          <w:szCs w:val="36"/>
          <w:lang w:val="en-US"/>
        </w:rPr>
      </w:pPr>
    </w:p>
    <w:p w14:paraId="22121085" w14:textId="77777777" w:rsidR="00D20149" w:rsidRPr="00950B62" w:rsidRDefault="008C0410" w:rsidP="009A38BA">
      <w:pPr>
        <w:jc w:val="center"/>
        <w:rPr>
          <w:color w:val="808080"/>
          <w:lang w:val="en-US"/>
        </w:rPr>
      </w:pPr>
      <w:sdt>
        <w:sdtPr>
          <w:rPr>
            <w:b/>
            <w:bCs/>
            <w:sz w:val="36"/>
            <w:szCs w:val="36"/>
            <w:lang w:val="en-US"/>
          </w:rPr>
          <w:alias w:val="Projekt"/>
          <w:tag w:val="Projekt"/>
          <w:id w:val="-324589082"/>
          <w:placeholder>
            <w:docPart w:val="C5D6FE51BD4246DA8CD50F3C5D09F3E0"/>
          </w:placeholder>
        </w:sdtPr>
        <w:sdtEndPr>
          <w:rPr>
            <w:sz w:val="48"/>
            <w:szCs w:val="48"/>
          </w:rPr>
        </w:sdtEndPr>
        <w:sdtContent>
          <w:r w:rsidR="00EB2880">
            <w:rPr>
              <w:b/>
              <w:bCs/>
              <w:sz w:val="36"/>
              <w:szCs w:val="36"/>
              <w:lang w:val="en-US"/>
            </w:rPr>
            <w:t>C64 PSU</w:t>
          </w:r>
          <w:r w:rsidR="001652EF">
            <w:rPr>
              <w:b/>
              <w:bCs/>
              <w:sz w:val="36"/>
              <w:szCs w:val="36"/>
              <w:lang w:val="en-US"/>
            </w:rPr>
            <w:t xml:space="preserve"> COMBI</w:t>
          </w:r>
        </w:sdtContent>
      </w:sdt>
      <w:r w:rsidR="001652EF">
        <w:rPr>
          <w:b/>
          <w:bCs/>
          <w:sz w:val="48"/>
          <w:szCs w:val="48"/>
          <w:lang w:val="en-US"/>
        </w:rPr>
        <w:t xml:space="preserve">  </w:t>
      </w:r>
    </w:p>
    <w:p w14:paraId="2A107970" w14:textId="77777777"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Proje</w:t>
      </w:r>
      <w:r w:rsidR="00B510DA" w:rsidRPr="00950B62">
        <w:rPr>
          <w:sz w:val="36"/>
          <w:szCs w:val="36"/>
          <w:lang w:val="en-US"/>
        </w:rPr>
        <w:t>c</w:t>
      </w:r>
      <w:r w:rsidRPr="00950B62">
        <w:rPr>
          <w:sz w:val="36"/>
          <w:szCs w:val="36"/>
          <w:lang w:val="en-US"/>
        </w:rPr>
        <w:t>t</w:t>
      </w:r>
      <w:r w:rsidR="00B510DA" w:rsidRPr="00950B62">
        <w:rPr>
          <w:sz w:val="36"/>
          <w:szCs w:val="36"/>
          <w:lang w:val="en-US"/>
        </w:rPr>
        <w:t xml:space="preserve"> </w:t>
      </w:r>
      <w:r w:rsidRPr="00950B62">
        <w:rPr>
          <w:sz w:val="36"/>
          <w:szCs w:val="36"/>
          <w:lang w:val="en-US"/>
        </w:rPr>
        <w:t>num</w:t>
      </w:r>
      <w:r w:rsidR="00B510DA" w:rsidRPr="00950B62">
        <w:rPr>
          <w:sz w:val="36"/>
          <w:szCs w:val="36"/>
          <w:lang w:val="en-US"/>
        </w:rPr>
        <w:t>b</w:t>
      </w:r>
      <w:r w:rsidRPr="00950B62">
        <w:rPr>
          <w:sz w:val="36"/>
          <w:szCs w:val="36"/>
          <w:lang w:val="en-US"/>
        </w:rPr>
        <w:t xml:space="preserve">er: </w:t>
      </w:r>
      <w:r w:rsidR="00EB2880">
        <w:rPr>
          <w:sz w:val="36"/>
          <w:szCs w:val="36"/>
          <w:lang w:val="en-US"/>
        </w:rPr>
        <w:t>131</w:t>
      </w:r>
    </w:p>
    <w:p w14:paraId="550F7D3A" w14:textId="258703A9"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 xml:space="preserve">Revision: </w:t>
      </w:r>
      <w:r w:rsidR="00917CF4">
        <w:rPr>
          <w:sz w:val="36"/>
          <w:szCs w:val="36"/>
          <w:lang w:val="en-US"/>
        </w:rPr>
        <w:t>2</w:t>
      </w:r>
    </w:p>
    <w:p w14:paraId="4E43F51C" w14:textId="768B5CC3"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Dat</w:t>
      </w:r>
      <w:r w:rsidR="00B510DA" w:rsidRPr="00950B62">
        <w:rPr>
          <w:sz w:val="36"/>
          <w:szCs w:val="36"/>
          <w:lang w:val="en-US"/>
        </w:rPr>
        <w:t>e</w:t>
      </w:r>
      <w:r w:rsidRPr="00950B62">
        <w:rPr>
          <w:sz w:val="36"/>
          <w:szCs w:val="36"/>
          <w:lang w:val="en-US"/>
        </w:rPr>
        <w:t xml:space="preserve">: </w:t>
      </w:r>
      <w:r w:rsidR="00917CF4">
        <w:rPr>
          <w:sz w:val="36"/>
          <w:szCs w:val="36"/>
          <w:lang w:val="en-US"/>
        </w:rPr>
        <w:t>15.07</w:t>
      </w:r>
      <w:r w:rsidR="00EB2880">
        <w:rPr>
          <w:sz w:val="36"/>
          <w:szCs w:val="36"/>
          <w:lang w:val="en-US"/>
        </w:rPr>
        <w:t>.20</w:t>
      </w:r>
      <w:r w:rsidR="001652EF">
        <w:rPr>
          <w:sz w:val="36"/>
          <w:szCs w:val="36"/>
          <w:lang w:val="en-US"/>
        </w:rPr>
        <w:t>2</w:t>
      </w:r>
      <w:r w:rsidR="00917CF4">
        <w:rPr>
          <w:sz w:val="36"/>
          <w:szCs w:val="36"/>
          <w:lang w:val="en-US"/>
        </w:rPr>
        <w:t>2</w:t>
      </w:r>
    </w:p>
    <w:p w14:paraId="3442E54A" w14:textId="4902BA8E" w:rsidR="009A38BA" w:rsidRDefault="009A38BA" w:rsidP="00D20149">
      <w:pPr>
        <w:jc w:val="center"/>
        <w:rPr>
          <w:sz w:val="36"/>
          <w:szCs w:val="36"/>
          <w:lang w:val="en-US"/>
        </w:rPr>
      </w:pPr>
    </w:p>
    <w:p w14:paraId="08BBC257" w14:textId="7CBB36B2" w:rsidR="008C0410" w:rsidRPr="00950B62" w:rsidRDefault="008C0410" w:rsidP="00D20149">
      <w:pPr>
        <w:jc w:val="center"/>
        <w:rPr>
          <w:sz w:val="36"/>
          <w:szCs w:val="36"/>
          <w:lang w:val="en-US"/>
        </w:rPr>
      </w:pPr>
      <w:r>
        <w:rPr>
          <w:noProof/>
          <w:sz w:val="36"/>
          <w:szCs w:val="36"/>
          <w:lang w:val="en-US"/>
        </w:rPr>
        <w:drawing>
          <wp:inline distT="0" distB="0" distL="0" distR="0" wp14:anchorId="352E3D15" wp14:editId="36F8E685">
            <wp:extent cx="5041392" cy="3358896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35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0410" w:rsidRPr="00950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80"/>
    <w:rsid w:val="001652EF"/>
    <w:rsid w:val="00394953"/>
    <w:rsid w:val="0070552A"/>
    <w:rsid w:val="007272BD"/>
    <w:rsid w:val="007D5C22"/>
    <w:rsid w:val="008C0410"/>
    <w:rsid w:val="00917CF4"/>
    <w:rsid w:val="00923FE4"/>
    <w:rsid w:val="00950B62"/>
    <w:rsid w:val="009A38BA"/>
    <w:rsid w:val="00B510DA"/>
    <w:rsid w:val="00D20149"/>
    <w:rsid w:val="00D34CBC"/>
    <w:rsid w:val="00EA3C1A"/>
    <w:rsid w:val="00EB2880"/>
    <w:rsid w:val="00F7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E41A"/>
  <w15:chartTrackingRefBased/>
  <w15:docId w15:val="{24CF70A6-7B16-4DFB-9323-2482E733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Cover_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D6FE51BD4246DA8CD50F3C5D09F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26A480-209B-41DD-AA8C-04477C8B3DDC}"/>
      </w:docPartPr>
      <w:docPartBody>
        <w:p w:rsidR="00F76CBE" w:rsidRDefault="00F76CBE">
          <w:pPr>
            <w:pStyle w:val="C5D6FE51BD4246DA8CD50F3C5D09F3E0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BE"/>
    <w:rsid w:val="00F7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5D6FE51BD4246DA8CD50F3C5D09F3E0">
    <w:name w:val="C5D6FE51BD4246DA8CD50F3C5D09F3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54699-7FF5-49A9-9EF0-7CE138B0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Cover_sheet.dotx</Template>
  <TotalTime>0</TotalTime>
  <Pages>1</Pages>
  <Words>13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5</cp:revision>
  <dcterms:created xsi:type="dcterms:W3CDTF">2019-07-28T01:53:00Z</dcterms:created>
  <dcterms:modified xsi:type="dcterms:W3CDTF">2023-03-01T21:43:00Z</dcterms:modified>
</cp:coreProperties>
</file>